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87E21" w14:textId="53D984B6" w:rsidR="00E0699C" w:rsidRDefault="00280B35">
      <w:pPr>
        <w:pStyle w:val="Navaden1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PROGRAM</w:t>
      </w:r>
      <w:r w:rsidR="00C20362">
        <w:rPr>
          <w:b/>
          <w:bCs/>
          <w:sz w:val="40"/>
          <w:szCs w:val="40"/>
        </w:rPr>
        <w:t xml:space="preserve"> </w:t>
      </w:r>
      <w:r w:rsidR="00F07F29">
        <w:rPr>
          <w:b/>
          <w:bCs/>
          <w:sz w:val="40"/>
          <w:szCs w:val="40"/>
        </w:rPr>
        <w:t>- ZIMSKE POČITNICE 2026</w:t>
      </w:r>
      <w:r w:rsidR="00C01F0E">
        <w:rPr>
          <w:b/>
          <w:bCs/>
          <w:sz w:val="40"/>
          <w:szCs w:val="40"/>
        </w:rPr>
        <w:t>:</w:t>
      </w:r>
    </w:p>
    <w:p w14:paraId="423BBDAA" w14:textId="57F62EB8" w:rsidR="00661CC5" w:rsidRDefault="00F07F29" w:rsidP="00F07F29">
      <w:pPr>
        <w:pStyle w:val="Navadensplet1"/>
        <w:shd w:val="clear" w:color="auto" w:fill="FFFFFF"/>
        <w:spacing w:before="0" w:after="300"/>
        <w:jc w:val="center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8D8B1CE" wp14:editId="14D564E1">
            <wp:simplePos x="0" y="0"/>
            <wp:positionH relativeFrom="column">
              <wp:posOffset>1454150</wp:posOffset>
            </wp:positionH>
            <wp:positionV relativeFrom="paragraph">
              <wp:posOffset>135890</wp:posOffset>
            </wp:positionV>
            <wp:extent cx="3121025" cy="2079625"/>
            <wp:effectExtent l="0" t="0" r="3175" b="0"/>
            <wp:wrapTight wrapText="bothSides">
              <wp:wrapPolygon edited="0">
                <wp:start x="0" y="0"/>
                <wp:lineTo x="0" y="21369"/>
                <wp:lineTo x="21490" y="21369"/>
                <wp:lineTo x="21490" y="0"/>
                <wp:lineTo x="0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C285F" w14:textId="77777777" w:rsidR="00F07F29" w:rsidRDefault="00F07F29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3702EE7A" w14:textId="77777777" w:rsidR="00F07F29" w:rsidRDefault="00F07F29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7EA84EA3" w14:textId="77777777" w:rsidR="00F07F29" w:rsidRDefault="00F07F29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697C8A30" w14:textId="77777777" w:rsidR="00F07F29" w:rsidRDefault="00F07F29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2901880F" w14:textId="77777777" w:rsidR="00F07F29" w:rsidRDefault="00F07F29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2465DF81" w14:textId="77777777" w:rsidR="00661CC5" w:rsidRDefault="00661CC5" w:rsidP="00661CC5">
      <w:pPr>
        <w:pStyle w:val="Navadensplet1"/>
        <w:shd w:val="clear" w:color="auto" w:fill="FFFFFF"/>
        <w:spacing w:before="0" w:after="300"/>
        <w:jc w:val="both"/>
        <w:textAlignment w:val="baseline"/>
        <w:rPr>
          <w:rStyle w:val="Privzetapisavaodstavka1"/>
          <w:rFonts w:ascii="Calibri" w:hAnsi="Calibri" w:cs="Calibri"/>
          <w:b/>
          <w:color w:val="000000"/>
          <w:spacing w:val="8"/>
          <w:sz w:val="22"/>
          <w:szCs w:val="22"/>
        </w:rPr>
      </w:pPr>
    </w:p>
    <w:p w14:paraId="57D08ADB" w14:textId="77777777" w:rsidR="00F07F29" w:rsidRPr="00F07F29" w:rsidRDefault="00F07F29" w:rsidP="00F07F29">
      <w:pPr>
        <w:pStyle w:val="Navaden1"/>
        <w:jc w:val="both"/>
        <w:rPr>
          <w:rFonts w:eastAsia="Times New Roman"/>
          <w:b/>
          <w:bCs/>
          <w:color w:val="000000"/>
          <w:spacing w:val="8"/>
          <w:lang w:val="sl-SI"/>
        </w:rPr>
      </w:pPr>
      <w:r w:rsidRPr="00F07F29">
        <w:rPr>
          <w:rFonts w:eastAsia="Times New Roman"/>
          <w:b/>
          <w:bCs/>
          <w:color w:val="000000"/>
          <w:spacing w:val="8"/>
          <w:lang w:val="sl-SI"/>
        </w:rPr>
        <w:t>KRANJSKA GORA – zimska pravljica v objemu gora</w:t>
      </w:r>
    </w:p>
    <w:p w14:paraId="766BDAF5" w14:textId="77777777" w:rsidR="00F07F29" w:rsidRPr="00F07F29" w:rsidRDefault="00F07F29" w:rsidP="00F07F29">
      <w:pPr>
        <w:pStyle w:val="Navaden1"/>
        <w:jc w:val="both"/>
        <w:rPr>
          <w:rFonts w:eastAsia="Times New Roman"/>
          <w:b/>
          <w:color w:val="000000"/>
          <w:spacing w:val="8"/>
          <w:lang w:val="sl-SI"/>
        </w:rPr>
      </w:pPr>
      <w:r w:rsidRPr="00F07F29">
        <w:rPr>
          <w:rFonts w:eastAsia="Times New Roman"/>
          <w:b/>
          <w:color w:val="000000"/>
          <w:spacing w:val="8"/>
          <w:lang w:val="sl-SI"/>
        </w:rPr>
        <w:t>Kranjska Gora je čudovito alpsko mestece, obdano z jezeri, slapovi, dolinami in mogočnimi gorami. Vse njene znamenitosti so lahko dostopne in večinoma brezplačne – zato nas vedno znova očara in preseneti na vsakem koraku. Pravi biser naše majhne, a čudovite dežele!</w:t>
      </w:r>
    </w:p>
    <w:p w14:paraId="22BBDC52" w14:textId="77777777" w:rsidR="00F07F29" w:rsidRPr="00F07F29" w:rsidRDefault="00F07F29" w:rsidP="00F07F29">
      <w:pPr>
        <w:pStyle w:val="Navaden1"/>
        <w:jc w:val="both"/>
        <w:rPr>
          <w:rFonts w:eastAsia="Times New Roman"/>
          <w:b/>
          <w:color w:val="000000"/>
          <w:spacing w:val="8"/>
          <w:lang w:val="sl-SI"/>
        </w:rPr>
      </w:pPr>
      <w:r w:rsidRPr="00F07F29">
        <w:rPr>
          <w:rFonts w:eastAsia="Times New Roman"/>
          <w:b/>
          <w:color w:val="000000"/>
          <w:spacing w:val="8"/>
          <w:lang w:val="sl-SI"/>
        </w:rPr>
        <w:t>Pozimi se Kranjska Gora spremeni v eno najlepših zimskih športnih središč v Sloveniji. Poleg smučišč in deskarskih prog ponuja številna sankališča ter odlično izhodišče za krajše ali daljše izlete v zasneženo okolico.</w:t>
      </w:r>
    </w:p>
    <w:p w14:paraId="1BFFFE3F" w14:textId="77777777" w:rsidR="00F07F29" w:rsidRPr="00F07F29" w:rsidRDefault="00F07F29" w:rsidP="00F07F29">
      <w:pPr>
        <w:pStyle w:val="Navaden1"/>
        <w:jc w:val="both"/>
        <w:rPr>
          <w:rFonts w:eastAsia="Times New Roman"/>
          <w:b/>
          <w:color w:val="000000"/>
          <w:spacing w:val="8"/>
          <w:lang w:val="sl-SI"/>
        </w:rPr>
      </w:pPr>
      <w:r w:rsidRPr="00F07F29">
        <w:rPr>
          <w:rFonts w:eastAsia="Times New Roman"/>
          <w:b/>
          <w:color w:val="000000"/>
          <w:spacing w:val="8"/>
          <w:lang w:val="sl-SI"/>
        </w:rPr>
        <w:t>Otroci bodo skupaj z našimi vzgojitelji in učiteljem smučanja odkrivali številne kotičke tega prelepega kraja. Smučarji bodo vsak dan uživali na belih strminah in se podajali na zanimive izlete v različne dele mesteca, ki ponuja nešteto priložnosti za zimske radosti.</w:t>
      </w:r>
    </w:p>
    <w:p w14:paraId="46C9832A" w14:textId="77777777" w:rsidR="00F07F29" w:rsidRPr="00F07F29" w:rsidRDefault="00F07F29" w:rsidP="00F07F29">
      <w:pPr>
        <w:pStyle w:val="Navaden1"/>
        <w:jc w:val="both"/>
        <w:rPr>
          <w:rFonts w:eastAsia="Times New Roman"/>
          <w:b/>
          <w:color w:val="000000"/>
          <w:spacing w:val="8"/>
          <w:lang w:val="sl-SI"/>
        </w:rPr>
      </w:pPr>
      <w:r w:rsidRPr="00F07F29">
        <w:rPr>
          <w:rFonts w:eastAsia="Times New Roman"/>
          <w:b/>
          <w:color w:val="000000"/>
          <w:spacing w:val="8"/>
          <w:lang w:val="sl-SI"/>
        </w:rPr>
        <w:t>Tisti, ki ne bodo smučali, bodo prav tako doživeli pestro počitniško dogajanje – sankanje, drsanje, sprehode v naravi, ustvarjalne in zabavne delavnice ter še marsikaj drugega.</w:t>
      </w:r>
    </w:p>
    <w:p w14:paraId="192305C7" w14:textId="77777777" w:rsidR="00661CC5" w:rsidRDefault="00661CC5" w:rsidP="00661CC5">
      <w:pPr>
        <w:pStyle w:val="Navaden1"/>
        <w:jc w:val="both"/>
        <w:rPr>
          <w:b/>
          <w:sz w:val="24"/>
          <w:lang w:val="sl-SI"/>
        </w:rPr>
      </w:pPr>
    </w:p>
    <w:p w14:paraId="6FA15E8F" w14:textId="77777777" w:rsidR="00661CC5" w:rsidRDefault="00763ADA" w:rsidP="00661CC5">
      <w:pPr>
        <w:pStyle w:val="Navaden1"/>
        <w:jc w:val="both"/>
        <w:rPr>
          <w:b/>
          <w:sz w:val="24"/>
          <w:lang w:val="sl-SI"/>
        </w:rPr>
      </w:pPr>
      <w:r>
        <w:rPr>
          <w:b/>
          <w:sz w:val="24"/>
          <w:lang w:val="sl-SI"/>
        </w:rPr>
        <w:t xml:space="preserve">** </w:t>
      </w:r>
      <w:r w:rsidR="00197B83">
        <w:rPr>
          <w:b/>
          <w:sz w:val="24"/>
          <w:lang w:val="sl-SI"/>
        </w:rPr>
        <w:t>Na zimovanje</w:t>
      </w:r>
      <w:r w:rsidRPr="00763ADA">
        <w:rPr>
          <w:b/>
          <w:sz w:val="24"/>
          <w:lang w:val="sl-SI"/>
        </w:rPr>
        <w:t xml:space="preserve"> lahk</w:t>
      </w:r>
      <w:r w:rsidR="00661CC5">
        <w:rPr>
          <w:b/>
          <w:sz w:val="24"/>
          <w:lang w:val="sl-SI"/>
        </w:rPr>
        <w:t>o sprejmemo le vodljive otroke,</w:t>
      </w:r>
    </w:p>
    <w:p w14:paraId="1CB587CA" w14:textId="77777777" w:rsidR="00661CC5" w:rsidRDefault="00763ADA" w:rsidP="00661CC5">
      <w:pPr>
        <w:pStyle w:val="Navaden1"/>
        <w:jc w:val="both"/>
        <w:rPr>
          <w:b/>
          <w:sz w:val="24"/>
          <w:lang w:val="sl-SI"/>
        </w:rPr>
      </w:pPr>
      <w:r w:rsidRPr="00763ADA">
        <w:rPr>
          <w:b/>
          <w:sz w:val="24"/>
          <w:lang w:val="sl-SI"/>
        </w:rPr>
        <w:t xml:space="preserve">ki brez </w:t>
      </w:r>
      <w:r w:rsidR="00197B83">
        <w:rPr>
          <w:b/>
          <w:sz w:val="24"/>
          <w:lang w:val="sl-SI"/>
        </w:rPr>
        <w:t>večjih težav</w:t>
      </w:r>
      <w:r w:rsidRPr="00763ADA">
        <w:rPr>
          <w:b/>
          <w:sz w:val="24"/>
          <w:lang w:val="sl-SI"/>
        </w:rPr>
        <w:t xml:space="preserve"> sledijo navodilom </w:t>
      </w:r>
    </w:p>
    <w:p w14:paraId="7B272353" w14:textId="77777777" w:rsidR="00763ADA" w:rsidRPr="00280B35" w:rsidRDefault="00763ADA" w:rsidP="00661CC5">
      <w:pPr>
        <w:pStyle w:val="Navaden1"/>
        <w:jc w:val="both"/>
        <w:rPr>
          <w:b/>
          <w:sz w:val="24"/>
          <w:lang w:val="sl-SI"/>
        </w:rPr>
      </w:pPr>
      <w:r w:rsidRPr="00763ADA">
        <w:rPr>
          <w:b/>
          <w:sz w:val="24"/>
          <w:lang w:val="sl-SI"/>
        </w:rPr>
        <w:t>in se vključijo v skupino</w:t>
      </w:r>
      <w:r w:rsidR="00197B83">
        <w:rPr>
          <w:b/>
          <w:sz w:val="24"/>
          <w:lang w:val="sl-SI"/>
        </w:rPr>
        <w:t xml:space="preserve"> ter dejavnosti</w:t>
      </w:r>
      <w:r w:rsidRPr="00763ADA">
        <w:rPr>
          <w:b/>
          <w:sz w:val="24"/>
          <w:lang w:val="sl-SI"/>
        </w:rPr>
        <w:t>.</w:t>
      </w:r>
    </w:p>
    <w:p w14:paraId="27832A47" w14:textId="77777777" w:rsidR="00E0699C" w:rsidRDefault="002E7A90" w:rsidP="00661CC5">
      <w:pPr>
        <w:pStyle w:val="Navaden1"/>
        <w:jc w:val="both"/>
        <w:rPr>
          <w:lang w:val="sl-SI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3CC6826" wp14:editId="13C44E7A">
            <wp:simplePos x="0" y="0"/>
            <wp:positionH relativeFrom="column">
              <wp:posOffset>3131820</wp:posOffset>
            </wp:positionH>
            <wp:positionV relativeFrom="paragraph">
              <wp:posOffset>113030</wp:posOffset>
            </wp:positionV>
            <wp:extent cx="2743200" cy="1830705"/>
            <wp:effectExtent l="0" t="0" r="0" b="0"/>
            <wp:wrapTight wrapText="bothSides">
              <wp:wrapPolygon edited="0">
                <wp:start x="0" y="0"/>
                <wp:lineTo x="0" y="21353"/>
                <wp:lineTo x="21450" y="21353"/>
                <wp:lineTo x="21450" y="0"/>
                <wp:lineTo x="0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183CD" w14:textId="5A1BB2DD" w:rsidR="00E0699C" w:rsidRDefault="002E7A90" w:rsidP="00661CC5">
      <w:pPr>
        <w:pStyle w:val="Navaden1"/>
        <w:jc w:val="both"/>
      </w:pPr>
      <w:r>
        <w:rPr>
          <w:rStyle w:val="Privzetapisavaodstavka1"/>
          <w:b/>
          <w:bCs/>
          <w:u w:val="single"/>
          <w:lang w:val="sl-SI"/>
        </w:rPr>
        <w:t>SOBOTA</w:t>
      </w:r>
      <w:r w:rsidR="00C01F0E">
        <w:rPr>
          <w:rStyle w:val="Privzetapisavaodstavka1"/>
          <w:b/>
          <w:bCs/>
          <w:u w:val="single"/>
          <w:lang w:val="sl-SI"/>
        </w:rPr>
        <w:t xml:space="preserve">, </w:t>
      </w:r>
      <w:r w:rsidR="00F07F29">
        <w:rPr>
          <w:rStyle w:val="Privzetapisavaodstavka1"/>
          <w:b/>
          <w:bCs/>
          <w:u w:val="single"/>
          <w:lang w:val="sl-SI"/>
        </w:rPr>
        <w:t>21</w:t>
      </w:r>
      <w:r w:rsidR="00C01F0E">
        <w:rPr>
          <w:rStyle w:val="Privzetapisavaodstavka1"/>
          <w:b/>
          <w:bCs/>
          <w:u w:val="single"/>
          <w:lang w:val="sl-SI"/>
        </w:rPr>
        <w:t>.</w:t>
      </w:r>
      <w:r w:rsidR="00280B35">
        <w:rPr>
          <w:rStyle w:val="Privzetapisavaodstavka1"/>
          <w:b/>
          <w:bCs/>
          <w:u w:val="single"/>
          <w:lang w:val="sl-SI"/>
        </w:rPr>
        <w:t xml:space="preserve"> </w:t>
      </w:r>
      <w:r w:rsidR="00C01F0E">
        <w:rPr>
          <w:rStyle w:val="Privzetapisavaodstavka1"/>
          <w:b/>
          <w:bCs/>
          <w:u w:val="single"/>
          <w:lang w:val="sl-SI"/>
        </w:rPr>
        <w:t>2.</w:t>
      </w:r>
      <w:r w:rsidR="00280B35">
        <w:rPr>
          <w:rStyle w:val="Privzetapisavaodstavka1"/>
          <w:b/>
          <w:bCs/>
          <w:u w:val="single"/>
          <w:lang w:val="sl-SI"/>
        </w:rPr>
        <w:t xml:space="preserve"> 202</w:t>
      </w:r>
      <w:r w:rsidR="00F07F29">
        <w:rPr>
          <w:rStyle w:val="Privzetapisavaodstavka1"/>
          <w:b/>
          <w:bCs/>
          <w:u w:val="single"/>
          <w:lang w:val="sl-SI"/>
        </w:rPr>
        <w:t>5</w:t>
      </w:r>
      <w:r w:rsidR="00C01F0E">
        <w:rPr>
          <w:rStyle w:val="Privzetapisavaodstavka1"/>
          <w:lang w:val="sl-SI"/>
        </w:rPr>
        <w:t xml:space="preserve"> </w:t>
      </w:r>
      <w:r w:rsidR="00C01F0E" w:rsidRPr="00280B35">
        <w:rPr>
          <w:rStyle w:val="Privzetapisavaodstavka1"/>
          <w:b/>
          <w:lang w:val="sl-SI"/>
        </w:rPr>
        <w:t>ob 9.00 uri – odhod v Kranjsko Goro (</w:t>
      </w:r>
      <w:r w:rsidR="00280B35" w:rsidRPr="00280B35">
        <w:rPr>
          <w:rStyle w:val="Privzetapisavaodstavka1"/>
          <w:b/>
          <w:lang w:val="sl-SI"/>
        </w:rPr>
        <w:t>Mercator Center Celje/Dvorana Zlatorog</w:t>
      </w:r>
      <w:r w:rsidR="00C01F0E" w:rsidRPr="00280B35">
        <w:rPr>
          <w:rStyle w:val="Privzetapisavaodstavka1"/>
          <w:b/>
          <w:lang w:val="sl-SI"/>
        </w:rPr>
        <w:t>)</w:t>
      </w:r>
    </w:p>
    <w:p w14:paraId="23AA2438" w14:textId="77777777" w:rsidR="00E0699C" w:rsidRDefault="00280B35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Dopoldne</w:t>
      </w:r>
      <w:r>
        <w:rPr>
          <w:lang w:val="sl-SI"/>
        </w:rPr>
        <w:t xml:space="preserve"> –</w:t>
      </w:r>
      <w:r w:rsidR="00C01F0E">
        <w:rPr>
          <w:lang w:val="sl-SI"/>
        </w:rPr>
        <w:t xml:space="preserve"> nastanitev v </w:t>
      </w:r>
      <w:r>
        <w:rPr>
          <w:lang w:val="sl-SI"/>
        </w:rPr>
        <w:t>sobah hostla</w:t>
      </w:r>
      <w:r w:rsidR="00C01F0E">
        <w:rPr>
          <w:lang w:val="sl-SI"/>
        </w:rPr>
        <w:t xml:space="preserve"> Snežinka, topli napitki, ogled smučišča in sankališč,</w:t>
      </w:r>
    </w:p>
    <w:p w14:paraId="513C3C87" w14:textId="77777777" w:rsidR="00280B35" w:rsidRDefault="00557007" w:rsidP="00661CC5">
      <w:pPr>
        <w:pStyle w:val="Navaden1"/>
        <w:jc w:val="both"/>
        <w:rPr>
          <w:lang w:val="sl-SI"/>
        </w:rPr>
      </w:pPr>
      <w:r>
        <w:rPr>
          <w:lang w:val="sl-SI"/>
        </w:rPr>
        <w:t xml:space="preserve">Ob </w:t>
      </w:r>
      <w:r w:rsidR="00C01F0E">
        <w:rPr>
          <w:lang w:val="sl-SI"/>
        </w:rPr>
        <w:t xml:space="preserve"> 13.00 uri – kosilo, po kosilu pogovor o hiš</w:t>
      </w:r>
      <w:r>
        <w:rPr>
          <w:lang w:val="sl-SI"/>
        </w:rPr>
        <w:t>nem in dnevnem redu, spoznavanje.</w:t>
      </w:r>
    </w:p>
    <w:p w14:paraId="0EEAEC20" w14:textId="77777777" w:rsidR="00E0699C" w:rsidRDefault="00280B35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Popoldne</w:t>
      </w:r>
      <w:r>
        <w:rPr>
          <w:lang w:val="sl-SI"/>
        </w:rPr>
        <w:t xml:space="preserve"> –   s</w:t>
      </w:r>
      <w:r w:rsidR="00C01F0E">
        <w:rPr>
          <w:lang w:val="sl-SI"/>
        </w:rPr>
        <w:t>mučarji prvi ko</w:t>
      </w:r>
      <w:r>
        <w:rPr>
          <w:lang w:val="sl-SI"/>
        </w:rPr>
        <w:t xml:space="preserve">raki na smučeh na robu smučišča, </w:t>
      </w:r>
      <w:r w:rsidR="00C01F0E">
        <w:rPr>
          <w:lang w:val="sl-SI"/>
        </w:rPr>
        <w:t xml:space="preserve">priprave na spoznavni večer, </w:t>
      </w:r>
      <w:r>
        <w:rPr>
          <w:lang w:val="sl-SI"/>
        </w:rPr>
        <w:t xml:space="preserve"> po večerji </w:t>
      </w:r>
      <w:r>
        <w:rPr>
          <w:lang w:val="sl-SI"/>
        </w:rPr>
        <w:lastRenderedPageBreak/>
        <w:t xml:space="preserve">spoznavni večer </w:t>
      </w:r>
      <w:r w:rsidR="00557007" w:rsidRPr="00557007">
        <w:rPr>
          <w:lang w:val="sl-SI"/>
        </w:rPr>
        <w:t xml:space="preserve">s plesom, vsak otrok se predstavi in </w:t>
      </w:r>
      <w:r w:rsidR="00557007">
        <w:rPr>
          <w:lang w:val="sl-SI"/>
        </w:rPr>
        <w:t xml:space="preserve">po želji pokaže nekaj, kar  </w:t>
      </w:r>
      <w:r w:rsidR="00557007" w:rsidRPr="00557007">
        <w:rPr>
          <w:lang w:val="sl-SI"/>
        </w:rPr>
        <w:t>zna (pesem, recitacija, vic, ples …)</w:t>
      </w:r>
    </w:p>
    <w:p w14:paraId="65713C5F" w14:textId="77777777" w:rsidR="00557007" w:rsidRDefault="00557007" w:rsidP="00661CC5">
      <w:pPr>
        <w:pStyle w:val="Navaden1"/>
        <w:jc w:val="both"/>
        <w:rPr>
          <w:lang w:val="sl-SI"/>
        </w:rPr>
      </w:pPr>
      <w:r>
        <w:rPr>
          <w:lang w:val="sl-SI"/>
        </w:rPr>
        <w:t>Po programu</w:t>
      </w:r>
      <w:r w:rsidR="00C01F0E">
        <w:rPr>
          <w:lang w:val="sl-SI"/>
        </w:rPr>
        <w:t xml:space="preserve"> umivanje, priprave na počitek, pravljice in zgodbice za starejše in mlajše.</w:t>
      </w:r>
    </w:p>
    <w:p w14:paraId="442603EB" w14:textId="77777777" w:rsidR="00E0699C" w:rsidRPr="002E7A90" w:rsidRDefault="00C01F0E" w:rsidP="00661CC5">
      <w:pPr>
        <w:pStyle w:val="Navaden1"/>
        <w:jc w:val="both"/>
        <w:rPr>
          <w:b/>
          <w:lang w:val="sl-SI"/>
        </w:rPr>
      </w:pPr>
      <w:r w:rsidRPr="002E7A90">
        <w:rPr>
          <w:b/>
          <w:lang w:val="sl-SI"/>
        </w:rPr>
        <w:t>22.00 – 22.30 – počitek</w:t>
      </w:r>
    </w:p>
    <w:p w14:paraId="01712E6F" w14:textId="77777777" w:rsidR="00E0699C" w:rsidRDefault="00661CC5" w:rsidP="00661CC5">
      <w:pPr>
        <w:pStyle w:val="Navaden1"/>
        <w:tabs>
          <w:tab w:val="left" w:pos="1890"/>
        </w:tabs>
        <w:jc w:val="both"/>
        <w:rPr>
          <w:lang w:val="sl-SI"/>
        </w:rPr>
      </w:pPr>
      <w:r>
        <w:rPr>
          <w:lang w:val="sl-SI"/>
        </w:rPr>
        <w:tab/>
      </w:r>
    </w:p>
    <w:p w14:paraId="6E0F068D" w14:textId="2D5111FA" w:rsidR="00E0699C" w:rsidRDefault="002E7A90" w:rsidP="00661CC5">
      <w:pPr>
        <w:pStyle w:val="Navaden1"/>
        <w:jc w:val="both"/>
        <w:rPr>
          <w:b/>
          <w:bCs/>
          <w:u w:val="single"/>
          <w:lang w:val="sl-SI"/>
        </w:rPr>
      </w:pPr>
      <w:r>
        <w:rPr>
          <w:b/>
          <w:bCs/>
          <w:u w:val="single"/>
          <w:lang w:val="sl-SI"/>
        </w:rPr>
        <w:t>NEDELJA</w:t>
      </w:r>
      <w:r w:rsidR="00C01F0E">
        <w:rPr>
          <w:b/>
          <w:bCs/>
          <w:u w:val="single"/>
          <w:lang w:val="sl-SI"/>
        </w:rPr>
        <w:t xml:space="preserve">, </w:t>
      </w:r>
      <w:r w:rsidR="00F07F29">
        <w:rPr>
          <w:b/>
          <w:bCs/>
          <w:u w:val="single"/>
          <w:lang w:val="sl-SI"/>
        </w:rPr>
        <w:t>22</w:t>
      </w:r>
      <w:r w:rsidR="00C01F0E">
        <w:rPr>
          <w:b/>
          <w:bCs/>
          <w:u w:val="single"/>
          <w:lang w:val="sl-SI"/>
        </w:rPr>
        <w:t>.</w:t>
      </w:r>
      <w:r w:rsidR="00C20362">
        <w:rPr>
          <w:b/>
          <w:bCs/>
          <w:u w:val="single"/>
          <w:lang w:val="sl-SI"/>
        </w:rPr>
        <w:t xml:space="preserve"> </w:t>
      </w:r>
      <w:r w:rsidR="00C01F0E">
        <w:rPr>
          <w:b/>
          <w:bCs/>
          <w:u w:val="single"/>
          <w:lang w:val="sl-SI"/>
        </w:rPr>
        <w:t>2.</w:t>
      </w:r>
      <w:r w:rsidR="00280B35">
        <w:rPr>
          <w:b/>
          <w:bCs/>
          <w:u w:val="single"/>
          <w:lang w:val="sl-SI"/>
        </w:rPr>
        <w:t xml:space="preserve"> 202</w:t>
      </w:r>
      <w:r w:rsidR="00F07F29">
        <w:rPr>
          <w:b/>
          <w:bCs/>
          <w:u w:val="single"/>
          <w:lang w:val="sl-SI"/>
        </w:rPr>
        <w:t>5</w:t>
      </w:r>
    </w:p>
    <w:p w14:paraId="517B5233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Dopoldne</w:t>
      </w:r>
      <w:r>
        <w:rPr>
          <w:lang w:val="sl-SI"/>
        </w:rPr>
        <w:t xml:space="preserve"> – sprehod do Planice ali Zelencev, vožnja s sanmi, sankanje, smučarji – smučanje glede na znanje v 2 skupinah.</w:t>
      </w:r>
    </w:p>
    <w:p w14:paraId="030D4107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Popoldne</w:t>
      </w:r>
      <w:r>
        <w:rPr>
          <w:lang w:val="sl-SI"/>
        </w:rPr>
        <w:t xml:space="preserve"> – tekmovanje v izdelovanju ledenih skulptur, gradnja iglujev v parku, malica in topli napitki, smučarski tečaj, delavnica.</w:t>
      </w:r>
    </w:p>
    <w:p w14:paraId="2E845C7F" w14:textId="77777777" w:rsidR="00E0699C" w:rsidRDefault="00280B35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Zvečer</w:t>
      </w:r>
      <w:r>
        <w:rPr>
          <w:lang w:val="sl-SI"/>
        </w:rPr>
        <w:t xml:space="preserve"> – </w:t>
      </w:r>
      <w:r w:rsidR="00C01F0E">
        <w:rPr>
          <w:lang w:val="sl-SI"/>
        </w:rPr>
        <w:t>drsanje in kviz po starostnih stopnjah in pravljične urice z najmlajšimi.</w:t>
      </w:r>
    </w:p>
    <w:p w14:paraId="26DD3B66" w14:textId="77777777" w:rsidR="00557007" w:rsidRPr="00557007" w:rsidRDefault="00557007" w:rsidP="00661CC5">
      <w:pPr>
        <w:pStyle w:val="Navaden1"/>
        <w:jc w:val="both"/>
        <w:rPr>
          <w:lang w:val="sl-SI"/>
        </w:rPr>
      </w:pPr>
      <w:r w:rsidRPr="00557007">
        <w:rPr>
          <w:lang w:val="sl-SI"/>
        </w:rPr>
        <w:t>Po programu umivanje, priprave na počitek, pravljice in zgodbice za starejše in mlajše.</w:t>
      </w:r>
    </w:p>
    <w:p w14:paraId="103C7892" w14:textId="77777777" w:rsidR="00557007" w:rsidRPr="002E7A90" w:rsidRDefault="00557007" w:rsidP="00661CC5">
      <w:pPr>
        <w:pStyle w:val="Navaden1"/>
        <w:jc w:val="both"/>
        <w:rPr>
          <w:b/>
          <w:lang w:val="sl-SI"/>
        </w:rPr>
      </w:pPr>
      <w:r w:rsidRPr="002E7A90">
        <w:rPr>
          <w:b/>
          <w:lang w:val="sl-SI"/>
        </w:rPr>
        <w:t>22.00 – 22.30 – počitek</w:t>
      </w:r>
    </w:p>
    <w:p w14:paraId="7AEA3B92" w14:textId="77777777" w:rsidR="00E0699C" w:rsidRDefault="00E0699C" w:rsidP="00661CC5">
      <w:pPr>
        <w:pStyle w:val="Navaden1"/>
        <w:jc w:val="both"/>
        <w:rPr>
          <w:lang w:val="sl-SI"/>
        </w:rPr>
      </w:pPr>
    </w:p>
    <w:p w14:paraId="06FC5BA2" w14:textId="4034AC86" w:rsidR="00E0699C" w:rsidRPr="00280B35" w:rsidRDefault="002E7A90" w:rsidP="00661CC5">
      <w:pPr>
        <w:pStyle w:val="Navaden1"/>
        <w:jc w:val="both"/>
        <w:rPr>
          <w:b/>
          <w:bCs/>
          <w:u w:val="single"/>
          <w:lang w:val="sl-SI"/>
        </w:rPr>
      </w:pPr>
      <w:r>
        <w:rPr>
          <w:b/>
          <w:bCs/>
          <w:u w:val="single"/>
          <w:lang w:val="sl-SI"/>
        </w:rPr>
        <w:t>PONEDELJEK</w:t>
      </w:r>
      <w:r w:rsidR="00C01F0E" w:rsidRPr="00280B35">
        <w:rPr>
          <w:b/>
          <w:bCs/>
          <w:u w:val="single"/>
          <w:lang w:val="sl-SI"/>
        </w:rPr>
        <w:t xml:space="preserve">, </w:t>
      </w:r>
      <w:r w:rsidR="00F07F29">
        <w:rPr>
          <w:b/>
          <w:bCs/>
          <w:u w:val="single"/>
          <w:lang w:val="sl-SI"/>
        </w:rPr>
        <w:t>23</w:t>
      </w:r>
      <w:r w:rsidR="00C01F0E" w:rsidRPr="00280B35">
        <w:rPr>
          <w:b/>
          <w:bCs/>
          <w:u w:val="single"/>
          <w:lang w:val="sl-SI"/>
        </w:rPr>
        <w:t>.</w:t>
      </w:r>
      <w:r w:rsidR="00280B35" w:rsidRPr="00280B35">
        <w:rPr>
          <w:b/>
          <w:bCs/>
          <w:u w:val="single"/>
          <w:lang w:val="sl-SI"/>
        </w:rPr>
        <w:t xml:space="preserve"> </w:t>
      </w:r>
      <w:r w:rsidR="00C01F0E" w:rsidRPr="00280B35">
        <w:rPr>
          <w:b/>
          <w:bCs/>
          <w:u w:val="single"/>
          <w:lang w:val="sl-SI"/>
        </w:rPr>
        <w:t>2.</w:t>
      </w:r>
      <w:r w:rsidR="00280B35" w:rsidRPr="00280B35">
        <w:rPr>
          <w:b/>
          <w:bCs/>
          <w:u w:val="single"/>
          <w:lang w:val="sl-SI"/>
        </w:rPr>
        <w:t xml:space="preserve"> 202</w:t>
      </w:r>
      <w:r w:rsidR="00F07F29">
        <w:rPr>
          <w:b/>
          <w:bCs/>
          <w:u w:val="single"/>
          <w:lang w:val="sl-SI"/>
        </w:rPr>
        <w:t>5</w:t>
      </w:r>
    </w:p>
    <w:p w14:paraId="1A54189E" w14:textId="77777777" w:rsidR="00E0699C" w:rsidRDefault="00C01F0E" w:rsidP="00661CC5">
      <w:pPr>
        <w:pStyle w:val="Navaden1"/>
        <w:jc w:val="both"/>
      </w:pPr>
      <w:r w:rsidRPr="002E7A90">
        <w:rPr>
          <w:rStyle w:val="Privzetapisavaodstavka1"/>
          <w:b/>
          <w:lang w:val="sl-SI"/>
        </w:rPr>
        <w:t>Dopoldne</w:t>
      </w:r>
      <w:r>
        <w:rPr>
          <w:rStyle w:val="Privzetapisavaodstavka1"/>
          <w:lang w:val="sl-SI"/>
        </w:rPr>
        <w:t xml:space="preserve"> – zim</w:t>
      </w:r>
      <w:r w:rsidR="00280B35">
        <w:rPr>
          <w:rStyle w:val="Privzetapisavaodstavka1"/>
          <w:lang w:val="sl-SI"/>
        </w:rPr>
        <w:t xml:space="preserve">ski pohod s starejšimi, mlajši </w:t>
      </w:r>
      <w:r>
        <w:t xml:space="preserve">– </w:t>
      </w:r>
      <w:proofErr w:type="spellStart"/>
      <w:r>
        <w:t>celodnevna</w:t>
      </w:r>
      <w:proofErr w:type="spellEnd"/>
      <w:r>
        <w:t xml:space="preserve"> </w:t>
      </w:r>
      <w:proofErr w:type="spellStart"/>
      <w:r>
        <w:t>animacija</w:t>
      </w:r>
      <w:proofErr w:type="spellEnd"/>
      <w:r>
        <w:t xml:space="preserve">: </w:t>
      </w:r>
      <w:r w:rsidR="00280B35">
        <w:t xml:space="preserve"> </w:t>
      </w:r>
      <w:proofErr w:type="spellStart"/>
      <w:r>
        <w:t>igre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snegu</w:t>
      </w:r>
      <w:proofErr w:type="spellEnd"/>
      <w:r>
        <w:t xml:space="preserve">, </w:t>
      </w:r>
      <w:proofErr w:type="spellStart"/>
      <w:r>
        <w:t>sprehod</w:t>
      </w:r>
      <w:proofErr w:type="spellEnd"/>
      <w:r>
        <w:t xml:space="preserve">, </w:t>
      </w:r>
      <w:proofErr w:type="spellStart"/>
      <w:r>
        <w:t>sankanje</w:t>
      </w:r>
      <w:proofErr w:type="spellEnd"/>
      <w:r w:rsidR="00280B35">
        <w:t xml:space="preserve"> </w:t>
      </w:r>
      <w:r>
        <w:t xml:space="preserve">… </w:t>
      </w:r>
      <w:r w:rsidR="00280B35">
        <w:t xml:space="preserve"> </w:t>
      </w:r>
      <w:r>
        <w:rPr>
          <w:rStyle w:val="Privzetapisavaodstavka1"/>
          <w:lang w:val="sl-SI"/>
        </w:rPr>
        <w:t>Smučarji - smučanje glede na znanje v 2 skupinah.</w:t>
      </w:r>
    </w:p>
    <w:p w14:paraId="274112CF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Po</w:t>
      </w:r>
      <w:r>
        <w:rPr>
          <w:lang w:val="sl-SI"/>
        </w:rPr>
        <w:t xml:space="preserve"> </w:t>
      </w:r>
      <w:r w:rsidRPr="002E7A90">
        <w:rPr>
          <w:b/>
          <w:lang w:val="sl-SI"/>
        </w:rPr>
        <w:t>kosilu</w:t>
      </w:r>
      <w:r>
        <w:rPr>
          <w:lang w:val="sl-SI"/>
        </w:rPr>
        <w:t xml:space="preserve"> – počitek in kopanje v </w:t>
      </w:r>
      <w:proofErr w:type="spellStart"/>
      <w:r>
        <w:rPr>
          <w:lang w:val="sl-SI"/>
        </w:rPr>
        <w:t>Aqua</w:t>
      </w:r>
      <w:proofErr w:type="spellEnd"/>
      <w:r>
        <w:rPr>
          <w:lang w:val="sl-SI"/>
        </w:rPr>
        <w:t xml:space="preserve"> parku hotela </w:t>
      </w:r>
      <w:proofErr w:type="spellStart"/>
      <w:r>
        <w:rPr>
          <w:lang w:val="sl-SI"/>
        </w:rPr>
        <w:t>Larix</w:t>
      </w:r>
      <w:proofErr w:type="spellEnd"/>
      <w:r>
        <w:rPr>
          <w:lang w:val="sl-SI"/>
        </w:rPr>
        <w:t xml:space="preserve"> do večerje.</w:t>
      </w:r>
    </w:p>
    <w:p w14:paraId="067B4587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Zvečer</w:t>
      </w:r>
      <w:r>
        <w:rPr>
          <w:lang w:val="sl-SI"/>
        </w:rPr>
        <w:t xml:space="preserve"> – družabne igre, tekmovanje, </w:t>
      </w:r>
      <w:r w:rsidR="00280B35">
        <w:rPr>
          <w:lang w:val="sl-SI"/>
        </w:rPr>
        <w:t>disko</w:t>
      </w:r>
      <w:r>
        <w:rPr>
          <w:lang w:val="sl-SI"/>
        </w:rPr>
        <w:t>.</w:t>
      </w:r>
    </w:p>
    <w:p w14:paraId="4226F39B" w14:textId="77777777" w:rsidR="00557007" w:rsidRPr="00557007" w:rsidRDefault="00557007" w:rsidP="00661CC5">
      <w:pPr>
        <w:pStyle w:val="Navaden1"/>
        <w:jc w:val="both"/>
        <w:rPr>
          <w:lang w:val="sl-SI"/>
        </w:rPr>
      </w:pPr>
      <w:r w:rsidRPr="00557007">
        <w:rPr>
          <w:lang w:val="sl-SI"/>
        </w:rPr>
        <w:t>Po programu umivanje, priprave na počitek, pravljice in zgodbice za starejše in mlajše.</w:t>
      </w:r>
    </w:p>
    <w:p w14:paraId="6B5C578C" w14:textId="77777777" w:rsidR="00557007" w:rsidRPr="002E7A90" w:rsidRDefault="00557007" w:rsidP="00661CC5">
      <w:pPr>
        <w:pStyle w:val="Navaden1"/>
        <w:jc w:val="both"/>
        <w:rPr>
          <w:b/>
          <w:lang w:val="sl-SI"/>
        </w:rPr>
      </w:pPr>
      <w:r w:rsidRPr="002E7A90">
        <w:rPr>
          <w:b/>
          <w:lang w:val="sl-SI"/>
        </w:rPr>
        <w:t>22.00 – 22.30 – počitek</w:t>
      </w:r>
    </w:p>
    <w:p w14:paraId="509798AF" w14:textId="77777777" w:rsidR="00E0699C" w:rsidRDefault="00E0699C" w:rsidP="00661CC5">
      <w:pPr>
        <w:pStyle w:val="Navaden1"/>
        <w:jc w:val="both"/>
        <w:rPr>
          <w:lang w:val="sl-SI"/>
        </w:rPr>
      </w:pPr>
    </w:p>
    <w:p w14:paraId="62C9511B" w14:textId="436F63A0" w:rsidR="00E0699C" w:rsidRPr="00280B35" w:rsidRDefault="002E7A90" w:rsidP="00661CC5">
      <w:pPr>
        <w:pStyle w:val="Navaden1"/>
        <w:jc w:val="both"/>
        <w:rPr>
          <w:b/>
          <w:bCs/>
          <w:u w:val="single"/>
          <w:lang w:val="sl-SI"/>
        </w:rPr>
      </w:pPr>
      <w:r>
        <w:rPr>
          <w:b/>
          <w:bCs/>
          <w:u w:val="single"/>
          <w:lang w:val="sl-SI"/>
        </w:rPr>
        <w:t>TOREK</w:t>
      </w:r>
      <w:r w:rsidR="00C01F0E" w:rsidRPr="00280B35">
        <w:rPr>
          <w:b/>
          <w:bCs/>
          <w:u w:val="single"/>
          <w:lang w:val="sl-SI"/>
        </w:rPr>
        <w:t xml:space="preserve">, </w:t>
      </w:r>
      <w:r w:rsidR="00F07F29">
        <w:rPr>
          <w:b/>
          <w:bCs/>
          <w:u w:val="single"/>
          <w:lang w:val="sl-SI"/>
        </w:rPr>
        <w:t>24</w:t>
      </w:r>
      <w:r w:rsidR="00C01F0E" w:rsidRPr="00280B35">
        <w:rPr>
          <w:b/>
          <w:bCs/>
          <w:u w:val="single"/>
          <w:lang w:val="sl-SI"/>
        </w:rPr>
        <w:t>. 2.</w:t>
      </w:r>
      <w:r w:rsidR="00280B35" w:rsidRPr="00280B35">
        <w:rPr>
          <w:b/>
          <w:bCs/>
          <w:u w:val="single"/>
          <w:lang w:val="sl-SI"/>
        </w:rPr>
        <w:t xml:space="preserve"> 202</w:t>
      </w:r>
      <w:r w:rsidR="00F07F29">
        <w:rPr>
          <w:b/>
          <w:bCs/>
          <w:u w:val="single"/>
          <w:lang w:val="sl-SI"/>
        </w:rPr>
        <w:t>5</w:t>
      </w:r>
    </w:p>
    <w:p w14:paraId="60396959" w14:textId="77777777" w:rsidR="00E0699C" w:rsidRDefault="00557007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Dopoldne</w:t>
      </w:r>
      <w:r>
        <w:rPr>
          <w:lang w:val="sl-SI"/>
        </w:rPr>
        <w:t xml:space="preserve"> –</w:t>
      </w:r>
      <w:r w:rsidR="00C01F0E">
        <w:rPr>
          <w:lang w:val="sl-SI"/>
        </w:rPr>
        <w:t xml:space="preserve"> sprehod do jezera Jasna, vmes malica i</w:t>
      </w:r>
      <w:r w:rsidR="00280B35">
        <w:rPr>
          <w:lang w:val="sl-SI"/>
        </w:rPr>
        <w:t>n topli napitki, igre v snegu. S</w:t>
      </w:r>
      <w:r w:rsidR="00C01F0E">
        <w:rPr>
          <w:lang w:val="sl-SI"/>
        </w:rPr>
        <w:t xml:space="preserve">mučanje glede na znanje v 2 skupinah. </w:t>
      </w:r>
    </w:p>
    <w:p w14:paraId="158B74CB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Po</w:t>
      </w:r>
      <w:r w:rsidR="00557007" w:rsidRPr="002E7A90">
        <w:rPr>
          <w:b/>
          <w:lang w:val="sl-SI"/>
        </w:rPr>
        <w:t>poldne</w:t>
      </w:r>
      <w:r w:rsidR="00557007">
        <w:rPr>
          <w:lang w:val="sl-SI"/>
        </w:rPr>
        <w:t xml:space="preserve"> – sankanje in smučanje, k</w:t>
      </w:r>
      <w:r w:rsidR="00280B35">
        <w:rPr>
          <w:lang w:val="sl-SI"/>
        </w:rPr>
        <w:t xml:space="preserve">uharska delavnica – </w:t>
      </w:r>
      <w:r>
        <w:rPr>
          <w:lang w:val="sl-SI"/>
        </w:rPr>
        <w:t>peka peciva za zaključni večer.</w:t>
      </w:r>
    </w:p>
    <w:p w14:paraId="220C5415" w14:textId="77777777" w:rsidR="00E0699C" w:rsidRDefault="00557007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Zvečer</w:t>
      </w:r>
      <w:r>
        <w:rPr>
          <w:lang w:val="sl-SI"/>
        </w:rPr>
        <w:t>:</w:t>
      </w:r>
      <w:r w:rsidR="00280B35">
        <w:rPr>
          <w:lang w:val="sl-SI"/>
        </w:rPr>
        <w:t xml:space="preserve"> </w:t>
      </w:r>
      <w:r>
        <w:rPr>
          <w:lang w:val="sl-SI"/>
        </w:rPr>
        <w:t xml:space="preserve"> Zaključni večer s Pokaži kaj znaš</w:t>
      </w:r>
    </w:p>
    <w:p w14:paraId="4E027648" w14:textId="77777777" w:rsidR="00557007" w:rsidRPr="00557007" w:rsidRDefault="00557007" w:rsidP="00661CC5">
      <w:pPr>
        <w:pStyle w:val="Navaden1"/>
        <w:jc w:val="both"/>
        <w:rPr>
          <w:lang w:val="sl-SI"/>
        </w:rPr>
      </w:pPr>
      <w:r w:rsidRPr="00557007">
        <w:rPr>
          <w:lang w:val="sl-SI"/>
        </w:rPr>
        <w:t>Po programu umivanje, priprave na počitek, pravljice in zgodbice za starejše in mlajše.</w:t>
      </w:r>
    </w:p>
    <w:p w14:paraId="4F807B07" w14:textId="77777777" w:rsidR="00557007" w:rsidRPr="002E7A90" w:rsidRDefault="00557007" w:rsidP="00661CC5">
      <w:pPr>
        <w:pStyle w:val="Navaden1"/>
        <w:jc w:val="both"/>
        <w:rPr>
          <w:b/>
          <w:lang w:val="sl-SI"/>
        </w:rPr>
      </w:pPr>
      <w:r w:rsidRPr="002E7A90">
        <w:rPr>
          <w:b/>
          <w:lang w:val="sl-SI"/>
        </w:rPr>
        <w:t>22.00 – 22.30 – počitek</w:t>
      </w:r>
    </w:p>
    <w:p w14:paraId="0EFC9157" w14:textId="77777777" w:rsidR="00E0699C" w:rsidRDefault="00E0699C" w:rsidP="00661CC5">
      <w:pPr>
        <w:pStyle w:val="Navaden1"/>
        <w:jc w:val="both"/>
        <w:rPr>
          <w:lang w:val="sl-SI"/>
        </w:rPr>
      </w:pPr>
    </w:p>
    <w:p w14:paraId="0A606943" w14:textId="239C6D61" w:rsidR="00E0699C" w:rsidRPr="00280B35" w:rsidRDefault="002E7A90" w:rsidP="00661CC5">
      <w:pPr>
        <w:pStyle w:val="Navaden1"/>
        <w:jc w:val="both"/>
        <w:rPr>
          <w:b/>
          <w:bCs/>
          <w:u w:val="single"/>
          <w:lang w:val="sl-SI"/>
        </w:rPr>
      </w:pPr>
      <w:r>
        <w:rPr>
          <w:b/>
          <w:bCs/>
          <w:u w:val="single"/>
          <w:lang w:val="sl-SI"/>
        </w:rPr>
        <w:t>SREDA</w:t>
      </w:r>
      <w:r w:rsidR="00C01F0E" w:rsidRPr="00280B35">
        <w:rPr>
          <w:b/>
          <w:bCs/>
          <w:u w:val="single"/>
          <w:lang w:val="sl-SI"/>
        </w:rPr>
        <w:t xml:space="preserve">, </w:t>
      </w:r>
      <w:r w:rsidR="00F07F29">
        <w:rPr>
          <w:b/>
          <w:bCs/>
          <w:u w:val="single"/>
          <w:lang w:val="sl-SI"/>
        </w:rPr>
        <w:t>25</w:t>
      </w:r>
      <w:r w:rsidR="00C01F0E" w:rsidRPr="00280B35">
        <w:rPr>
          <w:b/>
          <w:bCs/>
          <w:u w:val="single"/>
          <w:lang w:val="sl-SI"/>
        </w:rPr>
        <w:t>.</w:t>
      </w:r>
      <w:r w:rsidR="00280B35" w:rsidRPr="00280B35">
        <w:rPr>
          <w:b/>
          <w:bCs/>
          <w:u w:val="single"/>
          <w:lang w:val="sl-SI"/>
        </w:rPr>
        <w:t xml:space="preserve"> </w:t>
      </w:r>
      <w:r w:rsidR="00C01F0E" w:rsidRPr="00280B35">
        <w:rPr>
          <w:b/>
          <w:bCs/>
          <w:u w:val="single"/>
          <w:lang w:val="sl-SI"/>
        </w:rPr>
        <w:t>2.</w:t>
      </w:r>
      <w:r w:rsidR="00280B35" w:rsidRPr="00280B35">
        <w:rPr>
          <w:b/>
          <w:bCs/>
          <w:u w:val="single"/>
          <w:lang w:val="sl-SI"/>
        </w:rPr>
        <w:t xml:space="preserve"> 202</w:t>
      </w:r>
      <w:r w:rsidR="00F07F29">
        <w:rPr>
          <w:b/>
          <w:bCs/>
          <w:u w:val="single"/>
          <w:lang w:val="sl-SI"/>
        </w:rPr>
        <w:t>5</w:t>
      </w:r>
    </w:p>
    <w:p w14:paraId="2FB2DABA" w14:textId="77777777" w:rsidR="002E7A90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Po</w:t>
      </w:r>
      <w:r>
        <w:rPr>
          <w:lang w:val="sl-SI"/>
        </w:rPr>
        <w:t xml:space="preserve"> </w:t>
      </w:r>
      <w:r w:rsidRPr="002E7A90">
        <w:rPr>
          <w:b/>
          <w:lang w:val="sl-SI"/>
        </w:rPr>
        <w:t>z</w:t>
      </w:r>
      <w:r w:rsidR="00557007" w:rsidRPr="002E7A90">
        <w:rPr>
          <w:b/>
          <w:lang w:val="sl-SI"/>
        </w:rPr>
        <w:t>ajtrku</w:t>
      </w:r>
      <w:r>
        <w:rPr>
          <w:lang w:val="sl-SI"/>
        </w:rPr>
        <w:t>: pospravljanje prtljage, sprehod v center</w:t>
      </w:r>
      <w:r w:rsidR="00280B35">
        <w:rPr>
          <w:lang w:val="sl-SI"/>
        </w:rPr>
        <w:t>, nakup spominkov</w:t>
      </w:r>
      <w:r>
        <w:rPr>
          <w:lang w:val="sl-SI"/>
        </w:rPr>
        <w:t xml:space="preserve">. </w:t>
      </w:r>
    </w:p>
    <w:p w14:paraId="7B7DCB90" w14:textId="77777777" w:rsidR="00E0699C" w:rsidRDefault="00C01F0E" w:rsidP="00661CC5">
      <w:pPr>
        <w:pStyle w:val="Navaden1"/>
        <w:jc w:val="both"/>
        <w:rPr>
          <w:lang w:val="sl-SI"/>
        </w:rPr>
      </w:pPr>
      <w:r w:rsidRPr="002E7A90">
        <w:rPr>
          <w:b/>
          <w:lang w:val="sl-SI"/>
        </w:rPr>
        <w:t>Smučarji</w:t>
      </w:r>
      <w:r>
        <w:rPr>
          <w:lang w:val="sl-SI"/>
        </w:rPr>
        <w:t xml:space="preserve"> – preizkus znanja smučanja in podelitev priznanj.</w:t>
      </w:r>
    </w:p>
    <w:p w14:paraId="23F743C8" w14:textId="77777777" w:rsidR="00E0699C" w:rsidRPr="002E7A90" w:rsidRDefault="00C01F0E" w:rsidP="00661CC5">
      <w:pPr>
        <w:pStyle w:val="Navaden1"/>
        <w:jc w:val="both"/>
        <w:rPr>
          <w:b/>
          <w:lang w:val="sl-SI"/>
        </w:rPr>
      </w:pPr>
      <w:r w:rsidRPr="002E7A90">
        <w:rPr>
          <w:b/>
          <w:lang w:val="sl-SI"/>
        </w:rPr>
        <w:t>Po kosilu – odhod z avtobusom v Celje.</w:t>
      </w:r>
      <w:r w:rsidR="002E7A90">
        <w:rPr>
          <w:b/>
          <w:lang w:val="sl-SI"/>
        </w:rPr>
        <w:t xml:space="preserve"> </w:t>
      </w:r>
    </w:p>
    <w:p w14:paraId="5FF01BDB" w14:textId="77777777" w:rsidR="002E7A90" w:rsidRDefault="002E7A90" w:rsidP="00661CC5">
      <w:pPr>
        <w:pStyle w:val="Navaden1"/>
        <w:jc w:val="both"/>
        <w:rPr>
          <w:lang w:val="sl-SI"/>
        </w:rPr>
      </w:pPr>
    </w:p>
    <w:p w14:paraId="19699659" w14:textId="77777777" w:rsidR="00763ADA" w:rsidRPr="00763ADA" w:rsidRDefault="00763ADA" w:rsidP="00661CC5">
      <w:pPr>
        <w:pStyle w:val="Navaden1"/>
        <w:jc w:val="both"/>
        <w:rPr>
          <w:b/>
        </w:rPr>
      </w:pPr>
      <w:proofErr w:type="spellStart"/>
      <w:r w:rsidRPr="00763ADA">
        <w:rPr>
          <w:b/>
        </w:rPr>
        <w:t>Večino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sredstev</w:t>
      </w:r>
      <w:proofErr w:type="spellEnd"/>
      <w:r w:rsidRPr="00763ADA">
        <w:rPr>
          <w:b/>
        </w:rPr>
        <w:t xml:space="preserve"> za </w:t>
      </w:r>
      <w:proofErr w:type="spellStart"/>
      <w:r w:rsidRPr="00763ADA">
        <w:rPr>
          <w:b/>
        </w:rPr>
        <w:t>izvedbo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programa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smo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pridobili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iz</w:t>
      </w:r>
      <w:proofErr w:type="spellEnd"/>
      <w:r w:rsidRPr="00763ADA">
        <w:rPr>
          <w:b/>
        </w:rPr>
        <w:t xml:space="preserve"> </w:t>
      </w:r>
      <w:proofErr w:type="spellStart"/>
      <w:r w:rsidRPr="00763ADA">
        <w:rPr>
          <w:b/>
        </w:rPr>
        <w:t>razpisa</w:t>
      </w:r>
      <w:proofErr w:type="spellEnd"/>
      <w:r w:rsidRPr="00763ADA">
        <w:rPr>
          <w:b/>
        </w:rPr>
        <w:t xml:space="preserve"> ZPMS.</w:t>
      </w:r>
    </w:p>
    <w:p w14:paraId="02B99C7E" w14:textId="00ABE3BA" w:rsidR="00763ADA" w:rsidRDefault="00763ADA" w:rsidP="00661CC5">
      <w:pPr>
        <w:pStyle w:val="Navaden1"/>
        <w:jc w:val="both"/>
      </w:pPr>
      <w:proofErr w:type="spellStart"/>
      <w:r>
        <w:t>Doplačilo</w:t>
      </w:r>
      <w:proofErr w:type="spellEnd"/>
      <w:r>
        <w:t xml:space="preserve"> </w:t>
      </w:r>
      <w:proofErr w:type="spellStart"/>
      <w:r>
        <w:t>staršev</w:t>
      </w:r>
      <w:proofErr w:type="spellEnd"/>
      <w:r>
        <w:t xml:space="preserve">: </w:t>
      </w:r>
      <w:proofErr w:type="spellStart"/>
      <w:r>
        <w:t>Doplačilo</w:t>
      </w:r>
      <w:proofErr w:type="spellEnd"/>
      <w:r>
        <w:t xml:space="preserve"> za </w:t>
      </w:r>
      <w:proofErr w:type="spellStart"/>
      <w:r>
        <w:t>otroke</w:t>
      </w:r>
      <w:proofErr w:type="spellEnd"/>
      <w:r>
        <w:t xml:space="preserve">, </w:t>
      </w:r>
      <w:proofErr w:type="spellStart"/>
      <w:r>
        <w:t>kjer</w:t>
      </w:r>
      <w:proofErr w:type="spellEnd"/>
      <w:r>
        <w:t xml:space="preserve"> </w:t>
      </w:r>
      <w:proofErr w:type="spellStart"/>
      <w:r>
        <w:t>starši</w:t>
      </w:r>
      <w:proofErr w:type="spellEnd"/>
      <w:r>
        <w:t xml:space="preserve"> </w:t>
      </w:r>
      <w:proofErr w:type="spellStart"/>
      <w:r>
        <w:t>prejemajo</w:t>
      </w:r>
      <w:proofErr w:type="spellEnd"/>
      <w:r>
        <w:t xml:space="preserve"> </w:t>
      </w:r>
      <w:proofErr w:type="spellStart"/>
      <w:r>
        <w:t>socialno</w:t>
      </w:r>
      <w:proofErr w:type="spellEnd"/>
      <w:r>
        <w:t xml:space="preserve"> </w:t>
      </w:r>
      <w:proofErr w:type="spellStart"/>
      <w:r>
        <w:t>pomoč</w:t>
      </w:r>
      <w:proofErr w:type="spellEnd"/>
      <w:r>
        <w:t xml:space="preserve">, je za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zimovanje</w:t>
      </w:r>
      <w:proofErr w:type="spellEnd"/>
      <w:r>
        <w:t xml:space="preserve"> </w:t>
      </w:r>
      <w:r w:rsidR="00F07F29">
        <w:t>70</w:t>
      </w:r>
      <w:r>
        <w:t xml:space="preserve">,00 </w:t>
      </w:r>
      <w:proofErr w:type="spellStart"/>
      <w:r>
        <w:t>evrov</w:t>
      </w:r>
      <w:proofErr w:type="spellEnd"/>
      <w:r>
        <w:t xml:space="preserve"> in </w:t>
      </w:r>
      <w:r w:rsidR="00AA0464">
        <w:t xml:space="preserve">90 </w:t>
      </w:r>
      <w:r>
        <w:t xml:space="preserve"> </w:t>
      </w:r>
      <w:proofErr w:type="spellStart"/>
      <w:r>
        <w:t>evrov</w:t>
      </w:r>
      <w:proofErr w:type="spellEnd"/>
      <w:r>
        <w:t xml:space="preserve"> za </w:t>
      </w:r>
      <w:proofErr w:type="spellStart"/>
      <w:r>
        <w:t>zimovanje</w:t>
      </w:r>
      <w:proofErr w:type="spellEnd"/>
      <w:r>
        <w:t xml:space="preserve"> s </w:t>
      </w:r>
      <w:proofErr w:type="spellStart"/>
      <w:r>
        <w:t>smučarskim</w:t>
      </w:r>
      <w:proofErr w:type="spellEnd"/>
      <w:r>
        <w:t xml:space="preserve"> </w:t>
      </w:r>
      <w:proofErr w:type="spellStart"/>
      <w:r>
        <w:t>tečajem</w:t>
      </w:r>
      <w:proofErr w:type="spellEnd"/>
      <w:r>
        <w:t>.</w:t>
      </w:r>
    </w:p>
    <w:p w14:paraId="25B53E2E" w14:textId="74351694" w:rsidR="00763ADA" w:rsidRDefault="00763ADA" w:rsidP="00661CC5">
      <w:pPr>
        <w:pStyle w:val="Navaden1"/>
        <w:jc w:val="both"/>
      </w:pPr>
      <w:r>
        <w:t xml:space="preserve">Za </w:t>
      </w:r>
      <w:proofErr w:type="spellStart"/>
      <w:r>
        <w:t>zaposlene</w:t>
      </w:r>
      <w:proofErr w:type="spellEnd"/>
      <w:r>
        <w:t xml:space="preserve"> </w:t>
      </w:r>
      <w:proofErr w:type="spellStart"/>
      <w:r>
        <w:t>starše</w:t>
      </w:r>
      <w:proofErr w:type="spellEnd"/>
      <w:r>
        <w:t xml:space="preserve"> </w:t>
      </w:r>
      <w:proofErr w:type="spellStart"/>
      <w:r>
        <w:t>brez</w:t>
      </w:r>
      <w:proofErr w:type="spellEnd"/>
      <w:r>
        <w:t xml:space="preserve"> </w:t>
      </w:r>
      <w:proofErr w:type="spellStart"/>
      <w:r>
        <w:t>odločbe</w:t>
      </w:r>
      <w:proofErr w:type="spellEnd"/>
      <w:r>
        <w:t xml:space="preserve"> CSD o </w:t>
      </w:r>
      <w:proofErr w:type="spellStart"/>
      <w:r>
        <w:t>prejemanju</w:t>
      </w:r>
      <w:proofErr w:type="spellEnd"/>
      <w:r>
        <w:t xml:space="preserve"> </w:t>
      </w:r>
      <w:proofErr w:type="spellStart"/>
      <w:r>
        <w:t>socialne</w:t>
      </w:r>
      <w:proofErr w:type="spellEnd"/>
      <w:r>
        <w:t xml:space="preserve"> </w:t>
      </w:r>
      <w:proofErr w:type="spellStart"/>
      <w:r>
        <w:t>pomoči</w:t>
      </w:r>
      <w:proofErr w:type="spellEnd"/>
      <w:r>
        <w:t xml:space="preserve"> je 1</w:t>
      </w:r>
      <w:r w:rsidR="00554D27">
        <w:t>5</w:t>
      </w:r>
      <w:r>
        <w:t xml:space="preserve">0,00 </w:t>
      </w:r>
      <w:proofErr w:type="spellStart"/>
      <w:r>
        <w:t>evrov</w:t>
      </w:r>
      <w:proofErr w:type="spellEnd"/>
      <w:r>
        <w:t xml:space="preserve"> za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zimovanje</w:t>
      </w:r>
      <w:proofErr w:type="spellEnd"/>
      <w:r>
        <w:t xml:space="preserve"> in 1</w:t>
      </w:r>
      <w:r w:rsidR="00554D27">
        <w:t>8</w:t>
      </w:r>
      <w:r w:rsidR="00F07F29">
        <w:t>5</w:t>
      </w:r>
      <w:r>
        <w:t xml:space="preserve"> </w:t>
      </w:r>
      <w:proofErr w:type="spellStart"/>
      <w:r>
        <w:t>evrov</w:t>
      </w:r>
      <w:proofErr w:type="spellEnd"/>
      <w:r>
        <w:t xml:space="preserve"> za </w:t>
      </w:r>
      <w:proofErr w:type="spellStart"/>
      <w:r>
        <w:t>zimovanje</w:t>
      </w:r>
      <w:proofErr w:type="spellEnd"/>
      <w:r>
        <w:t xml:space="preserve"> s </w:t>
      </w:r>
      <w:proofErr w:type="spellStart"/>
      <w:r>
        <w:t>smučarskim</w:t>
      </w:r>
      <w:proofErr w:type="spellEnd"/>
      <w:r>
        <w:t xml:space="preserve"> </w:t>
      </w:r>
      <w:proofErr w:type="spellStart"/>
      <w:r>
        <w:t>tečajem</w:t>
      </w:r>
      <w:proofErr w:type="spellEnd"/>
      <w:r>
        <w:t>.</w:t>
      </w:r>
    </w:p>
    <w:p w14:paraId="351F2B3A" w14:textId="05BC5BA4" w:rsidR="00763ADA" w:rsidRDefault="00763ADA" w:rsidP="00661CC5">
      <w:pPr>
        <w:pStyle w:val="Navaden1"/>
        <w:jc w:val="both"/>
      </w:pPr>
      <w:r>
        <w:t xml:space="preserve">Za </w:t>
      </w:r>
      <w:proofErr w:type="spellStart"/>
      <w:r>
        <w:t>otroke</w:t>
      </w:r>
      <w:proofErr w:type="spellEnd"/>
      <w:r>
        <w:t xml:space="preserve">, ki </w:t>
      </w:r>
      <w:proofErr w:type="spellStart"/>
      <w:r>
        <w:t>že</w:t>
      </w:r>
      <w:proofErr w:type="spellEnd"/>
      <w:r>
        <w:t xml:space="preserve"> dobro </w:t>
      </w:r>
      <w:proofErr w:type="spellStart"/>
      <w:r>
        <w:t>smučajo</w:t>
      </w:r>
      <w:proofErr w:type="spellEnd"/>
      <w:r w:rsidR="00554D27">
        <w:t xml:space="preserve"> – </w:t>
      </w:r>
      <w:proofErr w:type="spellStart"/>
      <w:r w:rsidR="00554D27">
        <w:t>doplačilo</w:t>
      </w:r>
      <w:proofErr w:type="spellEnd"/>
      <w:r w:rsidR="00554D27">
        <w:t xml:space="preserve"> 1</w:t>
      </w:r>
      <w:r w:rsidR="00F07F29">
        <w:t>5</w:t>
      </w:r>
      <w:r w:rsidR="00554D27">
        <w:t xml:space="preserve">0 </w:t>
      </w:r>
      <w:proofErr w:type="spellStart"/>
      <w:r w:rsidR="00554D27">
        <w:t>evrov</w:t>
      </w:r>
      <w:proofErr w:type="spellEnd"/>
      <w:r w:rsidR="00554D27">
        <w:t xml:space="preserve"> in 3 x </w:t>
      </w:r>
      <w:proofErr w:type="spellStart"/>
      <w:r w:rsidR="00554D27">
        <w:t>smučarska</w:t>
      </w:r>
      <w:proofErr w:type="spellEnd"/>
      <w:r w:rsidR="00554D27">
        <w:t xml:space="preserve"> </w:t>
      </w:r>
      <w:proofErr w:type="spellStart"/>
      <w:r w:rsidR="00554D27">
        <w:t>vozovnica</w:t>
      </w:r>
      <w:proofErr w:type="spellEnd"/>
      <w:r w:rsidR="00554D27">
        <w:t>.</w:t>
      </w:r>
    </w:p>
    <w:p w14:paraId="07CA299D" w14:textId="77777777" w:rsidR="008D711D" w:rsidRDefault="002E7A90" w:rsidP="00661CC5">
      <w:pPr>
        <w:pStyle w:val="Navaden1"/>
        <w:jc w:val="both"/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63C927D4" wp14:editId="3709EEF2">
            <wp:simplePos x="0" y="0"/>
            <wp:positionH relativeFrom="column">
              <wp:posOffset>2320925</wp:posOffset>
            </wp:positionH>
            <wp:positionV relativeFrom="paragraph">
              <wp:posOffset>109220</wp:posOffset>
            </wp:positionV>
            <wp:extent cx="3232150" cy="2421255"/>
            <wp:effectExtent l="0" t="0" r="6350" b="0"/>
            <wp:wrapTight wrapText="bothSides">
              <wp:wrapPolygon edited="0">
                <wp:start x="0" y="0"/>
                <wp:lineTo x="0" y="21413"/>
                <wp:lineTo x="21515" y="21413"/>
                <wp:lineTo x="21515" y="0"/>
                <wp:lineTo x="0" y="0"/>
              </wp:wrapPolygon>
            </wp:wrapTight>
            <wp:docPr id="6" name="Picture 6" descr="C:\Users\natasa\Desktop\Skola-skijanja-sobe-u-hostelu-Snez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atasa\Desktop\Skola-skijanja-sobe-u-hostelu-Snezin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896" behindDoc="1" locked="0" layoutInCell="1" allowOverlap="1" wp14:anchorId="13208838" wp14:editId="7D1E7758">
            <wp:simplePos x="0" y="0"/>
            <wp:positionH relativeFrom="column">
              <wp:posOffset>-12700</wp:posOffset>
            </wp:positionH>
            <wp:positionV relativeFrom="paragraph">
              <wp:posOffset>109220</wp:posOffset>
            </wp:positionV>
            <wp:extent cx="1854835" cy="2411095"/>
            <wp:effectExtent l="0" t="0" r="0" b="8255"/>
            <wp:wrapTight wrapText="bothSides">
              <wp:wrapPolygon edited="0">
                <wp:start x="0" y="0"/>
                <wp:lineTo x="0" y="21503"/>
                <wp:lineTo x="21297" y="21503"/>
                <wp:lineTo x="21297" y="0"/>
                <wp:lineTo x="0" y="0"/>
              </wp:wrapPolygon>
            </wp:wrapTight>
            <wp:docPr id="7" name="Picture 7" descr="C:\Users\natasa\Desktop\DSC_1330_kranjska_gora_pocitniski_dom_snezinka_hostel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atasa\Desktop\DSC_1330_kranjska_gora_pocitniski_dom_snezinka_hostel_b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B21D5" w14:textId="77777777" w:rsidR="002E7A90" w:rsidRDefault="002E7A90" w:rsidP="002E7A90">
      <w:pPr>
        <w:pStyle w:val="Navaden1"/>
        <w:jc w:val="both"/>
      </w:pPr>
    </w:p>
    <w:p w14:paraId="4D3DD241" w14:textId="77777777" w:rsidR="002E7A90" w:rsidRDefault="002E7A90" w:rsidP="002E7A90">
      <w:pPr>
        <w:pStyle w:val="Navaden1"/>
        <w:jc w:val="both"/>
        <w:rPr>
          <w:b/>
          <w:sz w:val="24"/>
        </w:rPr>
      </w:pPr>
      <w:r>
        <w:rPr>
          <w:b/>
          <w:sz w:val="24"/>
        </w:rPr>
        <w:t xml:space="preserve">     </w:t>
      </w:r>
    </w:p>
    <w:p w14:paraId="57B7D46A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425CC751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7C573BF9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39A4BF96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0056A85A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1785236B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69AC857B" w14:textId="77777777" w:rsidR="002E7A90" w:rsidRDefault="002E7A90" w:rsidP="002E7A90">
      <w:pPr>
        <w:pStyle w:val="Navaden1"/>
        <w:jc w:val="both"/>
        <w:rPr>
          <w:b/>
          <w:sz w:val="24"/>
        </w:rPr>
      </w:pPr>
    </w:p>
    <w:p w14:paraId="1A899E14" w14:textId="77777777" w:rsidR="002E7A90" w:rsidRDefault="002E7A90" w:rsidP="002E7A90">
      <w:pPr>
        <w:pStyle w:val="Navaden1"/>
        <w:jc w:val="both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13215940" wp14:editId="0169A726">
            <wp:simplePos x="0" y="0"/>
            <wp:positionH relativeFrom="column">
              <wp:posOffset>-12700</wp:posOffset>
            </wp:positionH>
            <wp:positionV relativeFrom="paragraph">
              <wp:posOffset>186690</wp:posOffset>
            </wp:positionV>
            <wp:extent cx="3324860" cy="2490470"/>
            <wp:effectExtent l="0" t="0" r="8890" b="5080"/>
            <wp:wrapTight wrapText="bothSides">
              <wp:wrapPolygon edited="0">
                <wp:start x="0" y="0"/>
                <wp:lineTo x="0" y="21479"/>
                <wp:lineTo x="21534" y="21479"/>
                <wp:lineTo x="21534" y="0"/>
                <wp:lineTo x="0" y="0"/>
              </wp:wrapPolygon>
            </wp:wrapTight>
            <wp:docPr id="5" name="Picture 5" descr="C:\Users\natasa\Desktop\Skola-skijanja-sobe-u-hostelu-Snezinka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atasa\Desktop\Skola-skijanja-sobe-u-hostelu-Snezinka-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21B84" w14:textId="77777777" w:rsidR="00763ADA" w:rsidRPr="002E7A90" w:rsidRDefault="002E7A90" w:rsidP="002E7A90">
      <w:pPr>
        <w:pStyle w:val="Navaden1"/>
        <w:jc w:val="both"/>
      </w:pPr>
      <w:r>
        <w:rPr>
          <w:b/>
          <w:sz w:val="24"/>
        </w:rPr>
        <w:t xml:space="preserve">      </w:t>
      </w:r>
      <w:r w:rsidR="00763ADA" w:rsidRPr="008D711D">
        <w:rPr>
          <w:b/>
          <w:sz w:val="24"/>
        </w:rPr>
        <w:t xml:space="preserve">V </w:t>
      </w:r>
      <w:r w:rsidR="00197B83" w:rsidRPr="008D711D">
        <w:rPr>
          <w:b/>
          <w:sz w:val="24"/>
        </w:rPr>
        <w:t>CENO JE VKLJUČENO</w:t>
      </w:r>
      <w:r w:rsidR="00763ADA" w:rsidRPr="008D711D">
        <w:rPr>
          <w:b/>
          <w:sz w:val="24"/>
        </w:rPr>
        <w:t>:</w:t>
      </w:r>
    </w:p>
    <w:p w14:paraId="16665DEA" w14:textId="77777777" w:rsidR="00763ADA" w:rsidRPr="00763ADA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bivanje</w:t>
      </w:r>
      <w:proofErr w:type="spellEnd"/>
      <w:r>
        <w:t xml:space="preserve"> in </w:t>
      </w:r>
      <w:proofErr w:type="spellStart"/>
      <w:r>
        <w:t>prehrana</w:t>
      </w:r>
      <w:proofErr w:type="spellEnd"/>
      <w:r w:rsidR="00C20362">
        <w:t>,</w:t>
      </w:r>
    </w:p>
    <w:p w14:paraId="702D8E01" w14:textId="66F3294C" w:rsidR="00763ADA" w:rsidRPr="00763ADA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celodnevna</w:t>
      </w:r>
      <w:proofErr w:type="spellEnd"/>
      <w:r>
        <w:t xml:space="preserve"> </w:t>
      </w:r>
      <w:proofErr w:type="spellStart"/>
      <w:r>
        <w:t>animacija</w:t>
      </w:r>
      <w:proofErr w:type="spellEnd"/>
      <w:r>
        <w:t xml:space="preserve">, </w:t>
      </w:r>
      <w:proofErr w:type="spellStart"/>
      <w:r>
        <w:t>varstvo</w:t>
      </w:r>
      <w:proofErr w:type="spellEnd"/>
      <w:r>
        <w:t xml:space="preserve"> </w:t>
      </w:r>
      <w:proofErr w:type="spellStart"/>
      <w:r>
        <w:t>otrok</w:t>
      </w:r>
      <w:proofErr w:type="spellEnd"/>
      <w:r>
        <w:t xml:space="preserve"> </w:t>
      </w:r>
    </w:p>
    <w:p w14:paraId="1EADBED1" w14:textId="77777777" w:rsidR="00763ADA" w:rsidRPr="00763ADA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izposoja</w:t>
      </w:r>
      <w:proofErr w:type="spellEnd"/>
      <w:r>
        <w:t xml:space="preserve"> sank, </w:t>
      </w:r>
      <w:proofErr w:type="spellStart"/>
      <w:r>
        <w:t>lopatk</w:t>
      </w:r>
      <w:proofErr w:type="spellEnd"/>
      <w:r w:rsidR="00C20362">
        <w:t>,</w:t>
      </w:r>
    </w:p>
    <w:p w14:paraId="0A7E148C" w14:textId="77777777" w:rsidR="00763ADA" w:rsidRPr="00554D27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vstopnina</w:t>
      </w:r>
      <w:proofErr w:type="spellEnd"/>
      <w:r>
        <w:t xml:space="preserve"> v Aqua park Larix</w:t>
      </w:r>
    </w:p>
    <w:p w14:paraId="3D5E51D1" w14:textId="77777777" w:rsidR="00554D27" w:rsidRPr="00554D27" w:rsidRDefault="00554D27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vstopnina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drsališče</w:t>
      </w:r>
      <w:proofErr w:type="spellEnd"/>
      <w:r>
        <w:t xml:space="preserve"> (</w:t>
      </w:r>
      <w:proofErr w:type="spellStart"/>
      <w:r>
        <w:t>če</w:t>
      </w:r>
      <w:proofErr w:type="spellEnd"/>
      <w:r>
        <w:t xml:space="preserve"> v </w:t>
      </w:r>
      <w:proofErr w:type="spellStart"/>
      <w:r>
        <w:t>tem</w:t>
      </w:r>
      <w:proofErr w:type="spellEnd"/>
      <w:r>
        <w:t xml:space="preserve"> </w:t>
      </w:r>
    </w:p>
    <w:p w14:paraId="283EC10D" w14:textId="115678A0" w:rsidR="00554D27" w:rsidRPr="00763ADA" w:rsidRDefault="00554D27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času</w:t>
      </w:r>
      <w:proofErr w:type="spellEnd"/>
      <w:r>
        <w:t xml:space="preserve"> </w:t>
      </w:r>
      <w:proofErr w:type="spellStart"/>
      <w:r>
        <w:t>obratuje</w:t>
      </w:r>
      <w:proofErr w:type="spellEnd"/>
      <w:r>
        <w:t>)</w:t>
      </w:r>
    </w:p>
    <w:p w14:paraId="21E6F050" w14:textId="77777777" w:rsidR="00763ADA" w:rsidRPr="00763ADA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prevoz</w:t>
      </w:r>
      <w:proofErr w:type="spellEnd"/>
      <w:r>
        <w:t xml:space="preserve"> do KG in </w:t>
      </w:r>
      <w:proofErr w:type="spellStart"/>
      <w:r>
        <w:t>nazaj</w:t>
      </w:r>
      <w:proofErr w:type="spellEnd"/>
      <w:r>
        <w:t>,</w:t>
      </w:r>
    </w:p>
    <w:p w14:paraId="339E0268" w14:textId="77777777" w:rsidR="00763ADA" w:rsidRPr="00763ADA" w:rsidRDefault="00763ADA" w:rsidP="008D711D">
      <w:pPr>
        <w:pStyle w:val="Navaden1"/>
        <w:numPr>
          <w:ilvl w:val="0"/>
          <w:numId w:val="3"/>
        </w:numPr>
        <w:rPr>
          <w:b/>
        </w:rPr>
      </w:pPr>
      <w:proofErr w:type="spellStart"/>
      <w:r>
        <w:t>zavarovanje</w:t>
      </w:r>
      <w:proofErr w:type="spellEnd"/>
      <w:r>
        <w:t xml:space="preserve"> </w:t>
      </w:r>
      <w:proofErr w:type="spellStart"/>
      <w:r>
        <w:t>otrok</w:t>
      </w:r>
      <w:proofErr w:type="spellEnd"/>
      <w:r>
        <w:t>,</w:t>
      </w:r>
    </w:p>
    <w:sectPr w:rsidR="00763ADA" w:rsidRPr="00763ADA">
      <w:headerReference w:type="default" r:id="rId12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A6F4A" w14:textId="77777777" w:rsidR="001218A8" w:rsidRDefault="001218A8">
      <w:pPr>
        <w:spacing w:after="0" w:line="240" w:lineRule="auto"/>
      </w:pPr>
      <w:r>
        <w:separator/>
      </w:r>
    </w:p>
  </w:endnote>
  <w:endnote w:type="continuationSeparator" w:id="0">
    <w:p w14:paraId="6D367E54" w14:textId="77777777" w:rsidR="001218A8" w:rsidRDefault="0012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F49DB" w14:textId="77777777" w:rsidR="001218A8" w:rsidRDefault="001218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BED115" w14:textId="77777777" w:rsidR="001218A8" w:rsidRDefault="00121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712D" w14:textId="77777777" w:rsidR="00C01F0E" w:rsidRDefault="00C01F0E">
    <w:pPr>
      <w:pStyle w:val="Glava1"/>
      <w:jc w:val="center"/>
      <w:rPr>
        <w:i/>
        <w:iCs/>
        <w:color w:val="FFFFFF"/>
        <w:lang w:val="sl-SI"/>
      </w:rPr>
    </w:pPr>
    <w:r>
      <w:rPr>
        <w:i/>
        <w:iCs/>
        <w:color w:val="FFFFFF"/>
        <w:lang w:val="sl-SI"/>
      </w:rPr>
      <w:t>ZIMSKE ZIMS POČITNICE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26310"/>
    <w:multiLevelType w:val="hybridMultilevel"/>
    <w:tmpl w:val="0786F67E"/>
    <w:lvl w:ilvl="0" w:tplc="D0C0D460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41CFA"/>
    <w:multiLevelType w:val="hybridMultilevel"/>
    <w:tmpl w:val="AC0E0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6386C"/>
    <w:multiLevelType w:val="hybridMultilevel"/>
    <w:tmpl w:val="E33AB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839937">
    <w:abstractNumId w:val="0"/>
  </w:num>
  <w:num w:numId="2" w16cid:durableId="121924082">
    <w:abstractNumId w:val="2"/>
  </w:num>
  <w:num w:numId="3" w16cid:durableId="2100372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90"/>
    <w:rsid w:val="00090B7F"/>
    <w:rsid w:val="000E6396"/>
    <w:rsid w:val="001218A8"/>
    <w:rsid w:val="00176293"/>
    <w:rsid w:val="00197B83"/>
    <w:rsid w:val="00280B35"/>
    <w:rsid w:val="002E7A90"/>
    <w:rsid w:val="0049494D"/>
    <w:rsid w:val="00554D27"/>
    <w:rsid w:val="00557007"/>
    <w:rsid w:val="00661CC5"/>
    <w:rsid w:val="00697118"/>
    <w:rsid w:val="00763ADA"/>
    <w:rsid w:val="00777AD6"/>
    <w:rsid w:val="008312C7"/>
    <w:rsid w:val="00893B26"/>
    <w:rsid w:val="008D711D"/>
    <w:rsid w:val="00AA0464"/>
    <w:rsid w:val="00AB4CAF"/>
    <w:rsid w:val="00C01F0E"/>
    <w:rsid w:val="00C20362"/>
    <w:rsid w:val="00E0699C"/>
    <w:rsid w:val="00F07F29"/>
    <w:rsid w:val="00F44AD5"/>
    <w:rsid w:val="00FC24D3"/>
    <w:rsid w:val="00F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5B78"/>
  <w15:docId w15:val="{938EE65E-5D8B-4134-BEFB-9F060855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autoSpaceDN w:val="0"/>
      <w:spacing w:after="160" w:line="244" w:lineRule="auto"/>
      <w:textAlignment w:val="baseline"/>
    </w:pPr>
    <w:rPr>
      <w:color w:val="222222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1">
    <w:name w:val="Navaden1"/>
    <w:pPr>
      <w:suppressAutoHyphens/>
      <w:autoSpaceDN w:val="0"/>
      <w:spacing w:after="160" w:line="244" w:lineRule="auto"/>
      <w:textAlignment w:val="baseline"/>
    </w:pPr>
    <w:rPr>
      <w:color w:val="222222"/>
      <w:sz w:val="22"/>
      <w:szCs w:val="22"/>
    </w:rPr>
  </w:style>
  <w:style w:type="character" w:customStyle="1" w:styleId="Privzetapisavaodstavka1">
    <w:name w:val="Privzeta pisava odstavka1"/>
  </w:style>
  <w:style w:type="paragraph" w:customStyle="1" w:styleId="Odstavekseznama1">
    <w:name w:val="Odstavek seznama1"/>
    <w:basedOn w:val="Navaden1"/>
    <w:pPr>
      <w:ind w:left="720"/>
    </w:pPr>
  </w:style>
  <w:style w:type="paragraph" w:customStyle="1" w:styleId="Glava1">
    <w:name w:val="Glava1"/>
    <w:basedOn w:val="Navaden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1"/>
  </w:style>
  <w:style w:type="paragraph" w:customStyle="1" w:styleId="Noga1">
    <w:name w:val="Noga1"/>
    <w:basedOn w:val="Navaden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1"/>
  </w:style>
  <w:style w:type="paragraph" w:customStyle="1" w:styleId="Navadensplet1">
    <w:name w:val="Navaden (splet)1"/>
    <w:basedOn w:val="Navaden1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Glava">
    <w:name w:val="header"/>
    <w:basedOn w:val="Navaden"/>
    <w:link w:val="GlavaZnak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1">
    <w:name w:val="Glava Znak1"/>
    <w:basedOn w:val="Privzetapisavaodstavka"/>
    <w:link w:val="Glava"/>
    <w:uiPriority w:val="99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97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\Desktop\PROGRAM%20ZA%20zimske%20PO&#268;ITNICE%20februar%2020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PROGRAM ZA zimske POČITNICE februar 2025</Template>
  <TotalTime>0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Ajda Vrbnjak</cp:lastModifiedBy>
  <cp:revision>2</cp:revision>
  <dcterms:created xsi:type="dcterms:W3CDTF">2026-01-15T08:12:00Z</dcterms:created>
  <dcterms:modified xsi:type="dcterms:W3CDTF">2026-01-15T08:12:00Z</dcterms:modified>
</cp:coreProperties>
</file>